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3E6A8148">
            <wp:simplePos x="0" y="0"/>
            <wp:positionH relativeFrom="margin">
              <wp:posOffset>-711737</wp:posOffset>
            </wp:positionH>
            <wp:positionV relativeFrom="margin">
              <wp:posOffset>-628015</wp:posOffset>
            </wp:positionV>
            <wp:extent cx="7743825" cy="1403985"/>
            <wp:effectExtent l="0" t="0" r="0" b="0"/>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4"/>
                    <a:stretch>
                      <a:fillRect/>
                    </a:stretch>
                  </pic:blipFill>
                  <pic:spPr>
                    <a:xfrm>
                      <a:off x="0" y="0"/>
                      <a:ext cx="7743825" cy="1403985"/>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204E59">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B6426A"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60C50" w14:textId="77777777" w:rsidR="00204E59" w:rsidRDefault="00204E59" w:rsidP="0018351F">
      <w:r>
        <w:separator/>
      </w:r>
    </w:p>
    <w:p w14:paraId="573316EA" w14:textId="77777777" w:rsidR="00204E59" w:rsidRDefault="00204E59"/>
  </w:endnote>
  <w:endnote w:type="continuationSeparator" w:id="0">
    <w:p w14:paraId="3339911F" w14:textId="77777777" w:rsidR="00204E59" w:rsidRDefault="00204E59" w:rsidP="0018351F">
      <w:r>
        <w:continuationSeparator/>
      </w:r>
    </w:p>
    <w:p w14:paraId="42811E50" w14:textId="77777777" w:rsidR="00204E59" w:rsidRDefault="00204E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notTrueType/>
    <w:pitch w:val="variable"/>
    <w:sig w:usb0="8000008B" w:usb1="100060EA"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365E4" w14:textId="77777777" w:rsidR="00204E59" w:rsidRDefault="00204E59" w:rsidP="0018351F">
      <w:r>
        <w:separator/>
      </w:r>
    </w:p>
    <w:p w14:paraId="5D58C015" w14:textId="77777777" w:rsidR="00204E59" w:rsidRDefault="00204E59"/>
  </w:footnote>
  <w:footnote w:type="continuationSeparator" w:id="0">
    <w:p w14:paraId="606AEDF0" w14:textId="77777777" w:rsidR="00204E59" w:rsidRDefault="00204E59" w:rsidP="0018351F">
      <w:r>
        <w:continuationSeparator/>
      </w:r>
    </w:p>
    <w:p w14:paraId="0136EC21" w14:textId="77777777" w:rsidR="00204E59" w:rsidRDefault="00204E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B356D" w14:textId="77777777" w:rsidR="0077204E" w:rsidRDefault="007720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77777777" w:rsidR="00B6426A"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1E0D0BC2">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2701236D" w:rsidR="00013FC3" w:rsidRPr="00DF7E79" w:rsidRDefault="0077204E" w:rsidP="00CF7608">
                          <w:pPr>
                            <w:pStyle w:val="Header"/>
                          </w:pPr>
                          <w:r>
                            <w:t>UC Master Gardener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67F432" id="_x0000_t202" coordsize="21600,21600" o:spt="202" path="m,l,21600r21600,l21600,xe">
              <v:stroke joinstyle="miter"/>
              <v:path gradientshapeok="t" o:connecttype="rect"/>
            </v:shapetype>
            <v:shape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1FIGQ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" filled="f" stroked="f" strokeweight=".5pt">
              <v:textbox style="mso-next-textbox:#Text Box 5">
                <w:txbxContent>
                  <w:p w14:paraId="7E431C33" w14:textId="2701236D" w:rsidR="00013FC3" w:rsidRPr="00DF7E79" w:rsidRDefault="0077204E" w:rsidP="00CF7608">
                    <w:pPr>
                      <w:pStyle w:val="Header"/>
                    </w:pPr>
                    <w:r>
                      <w:t>UC Master Gardener</w:t>
                    </w:r>
                  </w:p>
                </w:txbxContent>
              </v:textbox>
            </v:shape>
          </w:pict>
        </mc:Fallback>
      </mc:AlternateContent>
    </w:r>
  </w:p>
  <w:p w14:paraId="0BBFEFAB" w14:textId="77777777" w:rsidR="00B6426A" w:rsidRDefault="00B6426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FB62F" w14:textId="77777777" w:rsidR="0077204E" w:rsidRDefault="007720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386025071">
    <w:abstractNumId w:val="2"/>
  </w:num>
  <w:num w:numId="2" w16cid:durableId="1774202824">
    <w:abstractNumId w:val="0"/>
  </w:num>
  <w:num w:numId="3" w16cid:durableId="922690402">
    <w:abstractNumId w:val="1"/>
  </w:num>
  <w:num w:numId="4" w16cid:durableId="1571429510">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02B9B"/>
    <w:rsid w:val="0001222C"/>
    <w:rsid w:val="00013FC3"/>
    <w:rsid w:val="00024ACC"/>
    <w:rsid w:val="00052EFA"/>
    <w:rsid w:val="00054A67"/>
    <w:rsid w:val="00057AFE"/>
    <w:rsid w:val="00065297"/>
    <w:rsid w:val="000765DE"/>
    <w:rsid w:val="000B1D0C"/>
    <w:rsid w:val="000B491E"/>
    <w:rsid w:val="000C4468"/>
    <w:rsid w:val="000C4DFB"/>
    <w:rsid w:val="000E38A3"/>
    <w:rsid w:val="000F0897"/>
    <w:rsid w:val="000F4DA2"/>
    <w:rsid w:val="001065C2"/>
    <w:rsid w:val="00133C56"/>
    <w:rsid w:val="0014143F"/>
    <w:rsid w:val="0018351F"/>
    <w:rsid w:val="00193DCD"/>
    <w:rsid w:val="001C3549"/>
    <w:rsid w:val="001C74B7"/>
    <w:rsid w:val="001F206F"/>
    <w:rsid w:val="00204E59"/>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8476F"/>
    <w:rsid w:val="005A03A3"/>
    <w:rsid w:val="005B4797"/>
    <w:rsid w:val="00600463"/>
    <w:rsid w:val="006044D3"/>
    <w:rsid w:val="00605F84"/>
    <w:rsid w:val="00641E35"/>
    <w:rsid w:val="00650891"/>
    <w:rsid w:val="006703A9"/>
    <w:rsid w:val="00672F55"/>
    <w:rsid w:val="006C6FEE"/>
    <w:rsid w:val="006E4387"/>
    <w:rsid w:val="006F3F6B"/>
    <w:rsid w:val="00731AFD"/>
    <w:rsid w:val="00740765"/>
    <w:rsid w:val="00744A72"/>
    <w:rsid w:val="007712A6"/>
    <w:rsid w:val="0077204E"/>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827AF"/>
    <w:rsid w:val="009A48C5"/>
    <w:rsid w:val="009E3EE5"/>
    <w:rsid w:val="009F06BF"/>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6426A"/>
    <w:rsid w:val="00B7429E"/>
    <w:rsid w:val="00B83179"/>
    <w:rsid w:val="00BA585B"/>
    <w:rsid w:val="00BD4DC2"/>
    <w:rsid w:val="00BD7FFE"/>
    <w:rsid w:val="00BE0056"/>
    <w:rsid w:val="00BF2234"/>
    <w:rsid w:val="00BF4785"/>
    <w:rsid w:val="00BF4FA2"/>
    <w:rsid w:val="00C031C6"/>
    <w:rsid w:val="00C2375B"/>
    <w:rsid w:val="00C437C3"/>
    <w:rsid w:val="00C451C1"/>
    <w:rsid w:val="00C5027D"/>
    <w:rsid w:val="00C80994"/>
    <w:rsid w:val="00C905B6"/>
    <w:rsid w:val="00C96127"/>
    <w:rsid w:val="00C96AD3"/>
    <w:rsid w:val="00CA5860"/>
    <w:rsid w:val="00CB6C72"/>
    <w:rsid w:val="00CF1ACD"/>
    <w:rsid w:val="00CF7608"/>
    <w:rsid w:val="00D01315"/>
    <w:rsid w:val="00D01A9E"/>
    <w:rsid w:val="00D21AF8"/>
    <w:rsid w:val="00D334AA"/>
    <w:rsid w:val="00D347BB"/>
    <w:rsid w:val="00D40403"/>
    <w:rsid w:val="00D5322D"/>
    <w:rsid w:val="00D735F1"/>
    <w:rsid w:val="00D87C54"/>
    <w:rsid w:val="00DA0C10"/>
    <w:rsid w:val="00DC6BB5"/>
    <w:rsid w:val="00DE01A3"/>
    <w:rsid w:val="00DE4230"/>
    <w:rsid w:val="00DF45FE"/>
    <w:rsid w:val="00DF7E79"/>
    <w:rsid w:val="00E05660"/>
    <w:rsid w:val="00E10998"/>
    <w:rsid w:val="00E16531"/>
    <w:rsid w:val="00E5661F"/>
    <w:rsid w:val="00E6051B"/>
    <w:rsid w:val="00E709A0"/>
    <w:rsid w:val="00E76CF3"/>
    <w:rsid w:val="00E85E4F"/>
    <w:rsid w:val="00EA11A4"/>
    <w:rsid w:val="00EA546B"/>
    <w:rsid w:val="00ED642E"/>
    <w:rsid w:val="00EE2495"/>
    <w:rsid w:val="00EE2BBD"/>
    <w:rsid w:val="00F020E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4</TotalTime>
  <Pages>4</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3</cp:revision>
  <cp:lastPrinted>2019-08-08T18:45:00Z</cp:lastPrinted>
  <dcterms:created xsi:type="dcterms:W3CDTF">2025-10-23T18:07:00Z</dcterms:created>
  <dcterms:modified xsi:type="dcterms:W3CDTF">2025-10-23T18:12:00Z</dcterms:modified>
</cp:coreProperties>
</file>